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B255DC">
        <w:rPr>
          <w:rFonts w:ascii="Arial Narrow" w:hAnsi="Arial Narrow"/>
          <w:sz w:val="22"/>
          <w:lang w:val="de-DE"/>
        </w:rPr>
        <w:t>4</w:t>
      </w:r>
      <w:r>
        <w:rPr>
          <w:rFonts w:ascii="Arial Narrow" w:hAnsi="Arial Narrow"/>
          <w:sz w:val="22"/>
          <w:lang w:val="de-DE"/>
        </w:rPr>
        <w:t>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B255DC">
        <w:rPr>
          <w:rFonts w:ascii="Arial Narrow" w:hAnsi="Arial Narrow"/>
          <w:noProof/>
          <w:sz w:val="22"/>
          <w:lang w:val="de-DE"/>
        </w:rPr>
        <w:t>13.05.2013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Kaufmann, Dionys Müller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Janine Woytera, </w:t>
      </w:r>
      <w:r w:rsidR="00B31043">
        <w:rPr>
          <w:rFonts w:ascii="Arial Narrow" w:hAnsi="Arial Narrow"/>
          <w:sz w:val="22"/>
          <w:lang w:val="de-DE"/>
        </w:rPr>
        <w:t>Karl Kleiser, Jürgen Preißinger, Nicolai</w:t>
      </w:r>
      <w:r w:rsidR="00B255DC">
        <w:rPr>
          <w:rFonts w:ascii="Arial Narrow" w:hAnsi="Arial Narrow"/>
          <w:sz w:val="22"/>
          <w:lang w:val="de-DE"/>
        </w:rPr>
        <w:t xml:space="preserve"> Tribukait, Johannes Hunn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62098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B255DC">
        <w:rPr>
          <w:rFonts w:ascii="Arial Narrow" w:hAnsi="Arial Narrow"/>
          <w:b/>
          <w:sz w:val="22"/>
          <w:lang w:val="de-DE"/>
        </w:rPr>
        <w:t>7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7364E7" w:rsidRDefault="000C1EB8" w:rsidP="0076209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szCs w:val="22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B255DC" w:rsidRDefault="00B255DC" w:rsidP="00B255D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B255DC" w:rsidRDefault="00B255DC" w:rsidP="00762098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1434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Infogrillen zu den Wahlen am Mittwoch -&gt; sollen wir einfach am Mi grillen?</w:t>
      </w:r>
    </w:p>
    <w:p w:rsidR="002A7F89" w:rsidRDefault="002A7F89" w:rsidP="00762098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2336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Nein, keiner da.</w:t>
      </w:r>
    </w:p>
    <w:p w:rsidR="00B255DC" w:rsidRDefault="00B255DC" w:rsidP="00762098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1434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Bergfest am Mittwoch im fame</w:t>
      </w:r>
    </w:p>
    <w:p w:rsidR="00B255DC" w:rsidRDefault="00B255DC" w:rsidP="00762098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ind w:left="2336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Keiner von uns geht mit</w:t>
      </w:r>
    </w:p>
    <w:p w:rsidR="00B255DC" w:rsidRDefault="00B255DC" w:rsidP="00762098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ind w:left="2336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 kriegen keine Karten, sondern sollen ne Liste machen</w:t>
      </w:r>
    </w:p>
    <w:p w:rsidR="00B255DC" w:rsidRDefault="00B255DC" w:rsidP="00762098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ind w:left="2336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Wenn bis Di Nachmittag 30 Leute gemeldet werden, fährt ein Bus. Sonst nicht.</w:t>
      </w:r>
    </w:p>
    <w:p w:rsidR="00B255DC" w:rsidRPr="0003734E" w:rsidRDefault="00B255DC" w:rsidP="00762098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ind w:left="2336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Leute vom Bus müssen dann Tickets an der Abendkasse lösen </w:t>
      </w:r>
    </w:p>
    <w:p w:rsidR="00B255DC" w:rsidRDefault="00B255DC" w:rsidP="00B255DC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762098" w:rsidRPr="00762098" w:rsidRDefault="00762098" w:rsidP="00762098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CarSharing (Nico)</w:t>
      </w:r>
    </w:p>
    <w:p w:rsidR="00762098" w:rsidRDefault="00762098" w:rsidP="0076209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ind w:left="2336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Verträge wurden rumgeschickt, damit es sich jeder angucken kann</w:t>
      </w:r>
    </w:p>
    <w:p w:rsidR="002A7F89" w:rsidRDefault="00762098" w:rsidP="0076209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ind w:left="2336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Nico klärt mit der Hochschulleitung, ob es jetzt schon starten kann oder erst nach konstituierung der VSt</w:t>
      </w:r>
    </w:p>
    <w:p w:rsidR="00762098" w:rsidRDefault="00762098" w:rsidP="0076209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ind w:left="2336" w:hanging="35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wird alles dokumentiert, damit sich nächstes Semester jemand anderes drum kümmern kann</w:t>
      </w:r>
    </w:p>
    <w:p w:rsidR="00762098" w:rsidRPr="00B255DC" w:rsidRDefault="00762098" w:rsidP="00762098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Am Mi und Do ist wegen HKB die alte Cafete geschlossen. Bitte alle drauf hinweisen.</w:t>
      </w:r>
      <w:bookmarkStart w:id="0" w:name="_GoBack"/>
      <w:bookmarkEnd w:id="0"/>
    </w:p>
    <w:sectPr w:rsidR="00762098" w:rsidRPr="00B255D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F89" w:rsidRDefault="002A7F89">
      <w:pPr>
        <w:spacing w:line="20" w:lineRule="exact"/>
      </w:pPr>
    </w:p>
  </w:endnote>
  <w:endnote w:type="continuationSeparator" w:id="0">
    <w:p w:rsidR="002A7F89" w:rsidRDefault="002A7F8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A7F89" w:rsidRDefault="002A7F8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F89" w:rsidRDefault="002A7F8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A7F89" w:rsidRDefault="002A7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F89" w:rsidRDefault="002A7F8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A7F89" w:rsidRDefault="002A7F8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A7F89" w:rsidRPr="00CF0EE6" w:rsidRDefault="002A7F8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62098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2A7F89" w:rsidRPr="00CF0EE6" w:rsidRDefault="002A7F8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2A7F89" w:rsidRPr="00CF0EE6" w:rsidRDefault="002A7F8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2A7F89" w:rsidRPr="00CF0EE6" w:rsidRDefault="002A7F8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DC"/>
    <w:rsid w:val="00010829"/>
    <w:rsid w:val="000243CF"/>
    <w:rsid w:val="00031A79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A7F89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2098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55DC"/>
    <w:rsid w:val="00B262CA"/>
    <w:rsid w:val="00B31043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Protokoll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Protokoll_SS13_Vorlage.dotx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2</cp:revision>
  <cp:lastPrinted>2006-04-05T07:40:00Z</cp:lastPrinted>
  <dcterms:created xsi:type="dcterms:W3CDTF">2013-05-13T11:10:00Z</dcterms:created>
  <dcterms:modified xsi:type="dcterms:W3CDTF">2013-05-13T11:36:00Z</dcterms:modified>
</cp:coreProperties>
</file>